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094AAF" w:rsidP="007C0B83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45F5F84A014442A9C59F57A66ECC5F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02B73">
            <w:t>Packet Tracer - Configure Secure Passwords and SSH</w:t>
          </w:r>
        </w:sdtContent>
      </w:sdt>
    </w:p>
    <w:p w:rsidR="007C0B83" w:rsidRPr="00BB73FF" w:rsidRDefault="007C0B83" w:rsidP="007C0B83">
      <w:pPr>
        <w:pStyle w:val="Heading1"/>
        <w:numPr>
          <w:ilvl w:val="0"/>
          <w:numId w:val="0"/>
        </w:numPr>
      </w:pPr>
      <w:bookmarkStart w:id="0" w:name="_GoBack"/>
      <w:bookmarkEnd w:id="0"/>
      <w:r w:rsidRPr="00BB73FF">
        <w:t>Addressing Table</w:t>
      </w:r>
    </w:p>
    <w:tbl>
      <w:tblPr>
        <w:tblW w:w="987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 Subnet Mask and default gateway."/>
      </w:tblPr>
      <w:tblGrid>
        <w:gridCol w:w="2070"/>
        <w:gridCol w:w="1524"/>
        <w:gridCol w:w="2160"/>
        <w:gridCol w:w="2060"/>
        <w:gridCol w:w="2060"/>
      </w:tblGrid>
      <w:tr w:rsidR="007C0B83" w:rsidTr="00702B73">
        <w:trPr>
          <w:cantSplit/>
          <w:trHeight w:val="255"/>
          <w:tblHeader/>
          <w:jc w:val="center"/>
        </w:trPr>
        <w:tc>
          <w:tcPr>
            <w:tcW w:w="20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Device</w:t>
            </w:r>
          </w:p>
        </w:tc>
        <w:tc>
          <w:tcPr>
            <w:tcW w:w="152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Interface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IP Address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Subnet Mask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C0B83" w:rsidRDefault="007C0B83" w:rsidP="00C0292F">
            <w:pPr>
              <w:pStyle w:val="TableHeading"/>
            </w:pPr>
            <w:r>
              <w:t>Default Gateway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Default="007C0B83" w:rsidP="00C0292F">
            <w:pPr>
              <w:pStyle w:val="TableText"/>
            </w:pPr>
            <w:r>
              <w:t>RTA</w:t>
            </w:r>
          </w:p>
        </w:tc>
        <w:tc>
          <w:tcPr>
            <w:tcW w:w="1524" w:type="dxa"/>
            <w:vAlign w:val="center"/>
          </w:tcPr>
          <w:p w:rsidR="007C0B83" w:rsidRPr="00E87D62" w:rsidRDefault="007C0B83" w:rsidP="00C0292F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172.16.1.1</w:t>
            </w:r>
          </w:p>
        </w:tc>
        <w:tc>
          <w:tcPr>
            <w:tcW w:w="20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C0292F">
            <w:pPr>
              <w:pStyle w:val="TableText"/>
            </w:pPr>
            <w:r>
              <w:t>N/A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Default="007C0B83" w:rsidP="00C0292F">
            <w:pPr>
              <w:pStyle w:val="TableText"/>
            </w:pPr>
            <w:r>
              <w:t>PCA</w:t>
            </w:r>
          </w:p>
        </w:tc>
        <w:tc>
          <w:tcPr>
            <w:tcW w:w="1524" w:type="dxa"/>
            <w:vAlign w:val="center"/>
          </w:tcPr>
          <w:p w:rsidR="007C0B83" w:rsidRDefault="007C0B83" w:rsidP="00C0292F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172.16.1.10</w:t>
            </w:r>
          </w:p>
        </w:tc>
        <w:tc>
          <w:tcPr>
            <w:tcW w:w="20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C0292F">
            <w:pPr>
              <w:pStyle w:val="TableText"/>
            </w:pPr>
            <w:r>
              <w:t>172.16.1.1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Pr="0054704F" w:rsidRDefault="007C0B83" w:rsidP="00C0292F">
            <w:pPr>
              <w:pStyle w:val="TableText"/>
            </w:pPr>
            <w:r>
              <w:t>SW1</w:t>
            </w:r>
          </w:p>
        </w:tc>
        <w:tc>
          <w:tcPr>
            <w:tcW w:w="1524" w:type="dxa"/>
            <w:vAlign w:val="center"/>
          </w:tcPr>
          <w:p w:rsidR="007C0B83" w:rsidRDefault="007C0B83" w:rsidP="00C0292F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172.16.1.2</w:t>
            </w:r>
          </w:p>
        </w:tc>
        <w:tc>
          <w:tcPr>
            <w:tcW w:w="20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C0292F">
            <w:pPr>
              <w:pStyle w:val="TableText"/>
            </w:pPr>
            <w:r>
              <w:t>172.16.1.1</w:t>
            </w:r>
          </w:p>
        </w:tc>
      </w:tr>
    </w:tbl>
    <w:p w:rsidR="007C0B83" w:rsidRPr="00C07FD9" w:rsidRDefault="007C0B83" w:rsidP="007C0B83">
      <w:pPr>
        <w:pStyle w:val="Heading1"/>
        <w:numPr>
          <w:ilvl w:val="0"/>
          <w:numId w:val="3"/>
        </w:numPr>
      </w:pPr>
      <w:r>
        <w:t>Scenario</w:t>
      </w:r>
    </w:p>
    <w:p w:rsidR="007C0B83" w:rsidRPr="008C2EE6" w:rsidRDefault="007C0B83" w:rsidP="007C0B83">
      <w:pPr>
        <w:pStyle w:val="BodyTextL25"/>
        <w:rPr>
          <w:rStyle w:val="AnswerGray"/>
        </w:rPr>
      </w:pPr>
      <w:r>
        <w:t xml:space="preserve">The network administrator has asked you to prepare </w:t>
      </w:r>
      <w:r w:rsidRPr="005D7566">
        <w:rPr>
          <w:b/>
        </w:rPr>
        <w:t>RTA</w:t>
      </w:r>
      <w:r>
        <w:t xml:space="preserve"> and </w:t>
      </w:r>
      <w:r w:rsidRPr="005D7566">
        <w:rPr>
          <w:b/>
        </w:rPr>
        <w:t>SW1</w:t>
      </w:r>
      <w:r>
        <w:t xml:space="preserve"> </w:t>
      </w:r>
      <w:r w:rsidRPr="005D7566">
        <w:t>for</w:t>
      </w:r>
      <w:r>
        <w:t xml:space="preserve"> deployment. Before they can be connected to the network, security measures must be enabled.</w:t>
      </w:r>
    </w:p>
    <w:p w:rsidR="00702B73" w:rsidRPr="00702B73" w:rsidRDefault="00702B73" w:rsidP="00702B73">
      <w:pPr>
        <w:pStyle w:val="Heading1"/>
      </w:pPr>
      <w:r>
        <w:t>Intructions</w:t>
      </w:r>
    </w:p>
    <w:p w:rsidR="007C0B83" w:rsidRDefault="007C0B83" w:rsidP="00A60F6E">
      <w:pPr>
        <w:pStyle w:val="Heading2"/>
      </w:pPr>
      <w:r>
        <w:t>Configure Basic Security on the Router</w:t>
      </w:r>
    </w:p>
    <w:p w:rsidR="00A60F6E" w:rsidRPr="00A60F6E" w:rsidRDefault="00A60F6E" w:rsidP="00A60F6E">
      <w:pPr>
        <w:pStyle w:val="ConfigWindow"/>
      </w:pPr>
      <w:r>
        <w:t>Open a command prompt</w:t>
      </w:r>
    </w:p>
    <w:p w:rsidR="007C0B83" w:rsidRDefault="007C0B83" w:rsidP="00DF7D51">
      <w:pPr>
        <w:pStyle w:val="SubStepAlpha"/>
        <w:spacing w:before="0"/>
      </w:pPr>
      <w:r w:rsidRPr="002724FB">
        <w:t xml:space="preserve">Configure IP addressing on </w:t>
      </w:r>
      <w:r w:rsidRPr="00023194">
        <w:rPr>
          <w:b/>
        </w:rPr>
        <w:t>PCA</w:t>
      </w:r>
      <w:r w:rsidRPr="002724FB">
        <w:t xml:space="preserve"> according to the Addressing Table.</w:t>
      </w:r>
    </w:p>
    <w:p w:rsidR="00A60F6E" w:rsidRDefault="00A60F6E" w:rsidP="00A60F6E">
      <w:pPr>
        <w:pStyle w:val="ConfigWindow"/>
      </w:pPr>
      <w:r>
        <w:t>Close a command prompt</w:t>
      </w:r>
    </w:p>
    <w:p w:rsidR="00A60F6E" w:rsidRDefault="00A60F6E" w:rsidP="00A60F6E">
      <w:pPr>
        <w:pStyle w:val="ConfigWindow"/>
      </w:pPr>
      <w:r>
        <w:t>Open configuration window</w:t>
      </w:r>
    </w:p>
    <w:p w:rsidR="007C0B83" w:rsidRDefault="007C0B83" w:rsidP="00DF7D51">
      <w:pPr>
        <w:pStyle w:val="SubStepAlpha"/>
        <w:spacing w:before="0"/>
      </w:pPr>
      <w:r>
        <w:t>Console into RTA from the Terminal on PCA.</w:t>
      </w:r>
    </w:p>
    <w:p w:rsidR="007C0B83" w:rsidRDefault="007C0B83" w:rsidP="00DF7D51">
      <w:pPr>
        <w:pStyle w:val="SubStepAlpha"/>
      </w:pPr>
      <w:r w:rsidRPr="00BB4B60">
        <w:t xml:space="preserve">Configure the hostname as </w:t>
      </w:r>
      <w:r w:rsidRPr="00506D6A">
        <w:rPr>
          <w:b/>
        </w:rPr>
        <w:t>RTA</w:t>
      </w:r>
      <w:r>
        <w:t>.</w:t>
      </w:r>
    </w:p>
    <w:p w:rsidR="007C0B83" w:rsidRDefault="007C0B83" w:rsidP="00DF7D51">
      <w:pPr>
        <w:pStyle w:val="SubStepAlpha"/>
      </w:pPr>
      <w:r w:rsidRPr="002724FB">
        <w:t xml:space="preserve">Configure IP addressing on </w:t>
      </w:r>
      <w:r w:rsidRPr="00023194">
        <w:rPr>
          <w:b/>
        </w:rPr>
        <w:t>RTA</w:t>
      </w:r>
      <w:r w:rsidRPr="002724FB">
        <w:t xml:space="preserve"> and enable the interface</w:t>
      </w:r>
      <w:r>
        <w:t>.</w:t>
      </w:r>
    </w:p>
    <w:p w:rsidR="007C0B83" w:rsidRPr="00325002" w:rsidRDefault="007C0B83" w:rsidP="00DF7D51">
      <w:pPr>
        <w:pStyle w:val="SubStepAlpha"/>
      </w:pPr>
      <w:r w:rsidRPr="002724FB">
        <w:t>Encrypt all plaintext passwords</w:t>
      </w:r>
      <w:r>
        <w:t>.</w:t>
      </w:r>
    </w:p>
    <w:p w:rsidR="007C0B83" w:rsidRDefault="007C0B83" w:rsidP="007C0B83">
      <w:pPr>
        <w:pStyle w:val="CMD"/>
      </w:pPr>
      <w:proofErr w:type="gramStart"/>
      <w:r w:rsidRPr="00BB4B60">
        <w:t>RTA(</w:t>
      </w:r>
      <w:proofErr w:type="gramEnd"/>
      <w:r w:rsidRPr="00BB4B60">
        <w:t xml:space="preserve">config)# </w:t>
      </w:r>
      <w:r w:rsidRPr="002724FB">
        <w:rPr>
          <w:b/>
        </w:rPr>
        <w:t>service password-encryption</w:t>
      </w:r>
    </w:p>
    <w:p w:rsidR="007C0B83" w:rsidRDefault="007C0B83" w:rsidP="00DF7D51">
      <w:pPr>
        <w:pStyle w:val="SubStepAlpha"/>
      </w:pPr>
      <w:r w:rsidRPr="002724FB">
        <w:t>Set th</w:t>
      </w:r>
      <w:r w:rsidRPr="00DF7D51">
        <w:t>e</w:t>
      </w:r>
      <w:r w:rsidRPr="002724FB">
        <w:t xml:space="preserve"> minimum password length to 10.</w:t>
      </w:r>
    </w:p>
    <w:p w:rsidR="007C0B83" w:rsidRPr="00325002" w:rsidRDefault="007C0B83" w:rsidP="007C0B83">
      <w:pPr>
        <w:pStyle w:val="CMD"/>
      </w:pPr>
      <w:proofErr w:type="gramStart"/>
      <w:r w:rsidRPr="00BB4B60">
        <w:t>RTA(</w:t>
      </w:r>
      <w:proofErr w:type="gramEnd"/>
      <w:r w:rsidRPr="00BB4B60">
        <w:t xml:space="preserve">config)# </w:t>
      </w:r>
      <w:r w:rsidRPr="002724FB">
        <w:rPr>
          <w:b/>
        </w:rPr>
        <w:t>security password min-length 10</w:t>
      </w:r>
    </w:p>
    <w:p w:rsidR="007C0B83" w:rsidRDefault="007C0B83" w:rsidP="00DF7D51">
      <w:pPr>
        <w:pStyle w:val="SubStepAlpha"/>
      </w:pPr>
      <w:r w:rsidRPr="002724FB">
        <w:t>Set a strong secret password of your choosing.</w:t>
      </w:r>
      <w:r w:rsidR="00DF7D51">
        <w:t xml:space="preserve"> </w:t>
      </w:r>
      <w:r w:rsidRPr="00B56067">
        <w:rPr>
          <w:b/>
        </w:rPr>
        <w:t>Note</w:t>
      </w:r>
      <w:r w:rsidRPr="00DF7D51">
        <w:t>:</w:t>
      </w:r>
      <w:r>
        <w:t xml:space="preserve"> Choose a password that you will remember, or you will need to reset the activity if you are locked out of the device.</w:t>
      </w:r>
    </w:p>
    <w:p w:rsidR="007C0B83" w:rsidRDefault="007C0B83" w:rsidP="00DF7D51">
      <w:pPr>
        <w:pStyle w:val="SubStepAlpha"/>
      </w:pPr>
      <w:r w:rsidRPr="002724FB">
        <w:t>Disable DNS lookup.</w:t>
      </w:r>
    </w:p>
    <w:p w:rsidR="007C0B83" w:rsidRDefault="007C0B83" w:rsidP="007C0B83">
      <w:pPr>
        <w:pStyle w:val="CMD"/>
      </w:pPr>
      <w:proofErr w:type="gramStart"/>
      <w:r w:rsidRPr="00BB4B60">
        <w:t>RTA(</w:t>
      </w:r>
      <w:proofErr w:type="gramEnd"/>
      <w:r w:rsidRPr="00BB4B60">
        <w:t xml:space="preserve">config)# </w:t>
      </w:r>
      <w:r w:rsidRPr="002724FB">
        <w:rPr>
          <w:b/>
        </w:rPr>
        <w:t xml:space="preserve">no </w:t>
      </w:r>
      <w:proofErr w:type="spellStart"/>
      <w:r w:rsidRPr="002724FB">
        <w:rPr>
          <w:b/>
        </w:rPr>
        <w:t>ip</w:t>
      </w:r>
      <w:proofErr w:type="spellEnd"/>
      <w:r w:rsidRPr="002724FB">
        <w:rPr>
          <w:b/>
        </w:rPr>
        <w:t xml:space="preserve"> domain-lookup</w:t>
      </w:r>
    </w:p>
    <w:p w:rsidR="007C0B83" w:rsidRDefault="007C0B83" w:rsidP="00DF7D51">
      <w:pPr>
        <w:pStyle w:val="SubStepAlpha"/>
      </w:pPr>
      <w:r>
        <w:t xml:space="preserve">Set the domain name to </w:t>
      </w:r>
      <w:r>
        <w:rPr>
          <w:b/>
        </w:rPr>
        <w:t>CCNA.com</w:t>
      </w:r>
      <w:r>
        <w:t xml:space="preserve"> (case-sensitive for scoring in PT).</w:t>
      </w:r>
    </w:p>
    <w:p w:rsidR="007C0B83" w:rsidRDefault="007C0B83" w:rsidP="007C0B83">
      <w:pPr>
        <w:pStyle w:val="CMD"/>
      </w:pPr>
      <w:proofErr w:type="gramStart"/>
      <w:r>
        <w:t>RTA</w:t>
      </w:r>
      <w:r w:rsidRPr="00765745">
        <w:t>(</w:t>
      </w:r>
      <w:proofErr w:type="gramEnd"/>
      <w:r w:rsidRPr="00765745">
        <w:t xml:space="preserve">config)# </w:t>
      </w:r>
      <w:proofErr w:type="spellStart"/>
      <w:r w:rsidRPr="00765745">
        <w:rPr>
          <w:b/>
        </w:rPr>
        <w:t>ip</w:t>
      </w:r>
      <w:proofErr w:type="spellEnd"/>
      <w:r w:rsidRPr="00765745">
        <w:rPr>
          <w:b/>
        </w:rPr>
        <w:t xml:space="preserve"> domain-name </w:t>
      </w:r>
      <w:r>
        <w:rPr>
          <w:b/>
        </w:rPr>
        <w:t>CCNA</w:t>
      </w:r>
      <w:r w:rsidRPr="00BF29B2">
        <w:rPr>
          <w:b/>
        </w:rPr>
        <w:t>.com</w:t>
      </w:r>
    </w:p>
    <w:p w:rsidR="007C0B83" w:rsidRDefault="007C0B83" w:rsidP="00DF7D51">
      <w:pPr>
        <w:pStyle w:val="SubStepAlpha"/>
      </w:pPr>
      <w:r>
        <w:t>Create a user of your choosing with a strong encrypted password.</w:t>
      </w:r>
    </w:p>
    <w:p w:rsidR="007C0B83" w:rsidRDefault="007C0B83" w:rsidP="007C0B83">
      <w:pPr>
        <w:pStyle w:val="CMD"/>
      </w:pPr>
      <w:proofErr w:type="gramStart"/>
      <w:r>
        <w:t>RTA</w:t>
      </w:r>
      <w:r w:rsidRPr="00765745">
        <w:t>(</w:t>
      </w:r>
      <w:proofErr w:type="gramEnd"/>
      <w:r w:rsidRPr="00765745">
        <w:t xml:space="preserve">config)# </w:t>
      </w:r>
      <w:r w:rsidRPr="00765745">
        <w:rPr>
          <w:b/>
        </w:rPr>
        <w:t xml:space="preserve">username </w:t>
      </w:r>
      <w:proofErr w:type="spellStart"/>
      <w:r w:rsidRPr="00765745">
        <w:rPr>
          <w:b/>
          <w:i/>
        </w:rPr>
        <w:t>any_user</w:t>
      </w:r>
      <w:proofErr w:type="spellEnd"/>
      <w:r w:rsidRPr="00765745">
        <w:rPr>
          <w:b/>
        </w:rPr>
        <w:t xml:space="preserve"> </w:t>
      </w:r>
      <w:r>
        <w:rPr>
          <w:b/>
        </w:rPr>
        <w:t>secret</w:t>
      </w:r>
      <w:r w:rsidRPr="00765745">
        <w:rPr>
          <w:b/>
        </w:rPr>
        <w:t xml:space="preserve"> </w:t>
      </w:r>
      <w:proofErr w:type="spellStart"/>
      <w:r w:rsidRPr="00765745">
        <w:rPr>
          <w:b/>
          <w:i/>
        </w:rPr>
        <w:t>any_password</w:t>
      </w:r>
      <w:proofErr w:type="spellEnd"/>
    </w:p>
    <w:p w:rsidR="007C0B83" w:rsidRDefault="007C0B83" w:rsidP="00DF7D51">
      <w:pPr>
        <w:pStyle w:val="SubStepAlpha"/>
      </w:pPr>
      <w:r>
        <w:t>Generate 1024-bit RSA keys.</w:t>
      </w:r>
    </w:p>
    <w:p w:rsidR="007C0B83" w:rsidRDefault="007C0B83" w:rsidP="007C0B83">
      <w:pPr>
        <w:pStyle w:val="BodyTextL50"/>
      </w:pPr>
      <w:r w:rsidRPr="002724FB">
        <w:rPr>
          <w:b/>
        </w:rPr>
        <w:t>Note</w:t>
      </w:r>
      <w:r>
        <w:t xml:space="preserve">: In Packet Tracer, enter the crypto key generate </w:t>
      </w:r>
      <w:proofErr w:type="spellStart"/>
      <w:r>
        <w:t>rsa</w:t>
      </w:r>
      <w:proofErr w:type="spellEnd"/>
      <w:r>
        <w:t xml:space="preserve"> command and press Enter to continue.</w:t>
      </w:r>
    </w:p>
    <w:p w:rsidR="007C0B83" w:rsidRDefault="007C0B83" w:rsidP="007C0B83">
      <w:pPr>
        <w:pStyle w:val="CMD"/>
      </w:pPr>
      <w:proofErr w:type="gramStart"/>
      <w:r>
        <w:t>RTA</w:t>
      </w:r>
      <w:r w:rsidRPr="00765745">
        <w:t>(</w:t>
      </w:r>
      <w:proofErr w:type="gramEnd"/>
      <w:r w:rsidRPr="00765745">
        <w:t xml:space="preserve">config)# </w:t>
      </w:r>
      <w:r w:rsidRPr="005D7566">
        <w:rPr>
          <w:b/>
        </w:rPr>
        <w:t xml:space="preserve">crypto key generate </w:t>
      </w:r>
      <w:proofErr w:type="spellStart"/>
      <w:r w:rsidRPr="005D7566">
        <w:rPr>
          <w:b/>
        </w:rPr>
        <w:t>rsa</w:t>
      </w:r>
      <w:proofErr w:type="spellEnd"/>
    </w:p>
    <w:p w:rsidR="007C0B83" w:rsidRPr="00326CDE" w:rsidRDefault="007C0B83" w:rsidP="007C0B83">
      <w:pPr>
        <w:pStyle w:val="CMDOutput"/>
      </w:pPr>
      <w:r w:rsidRPr="00326CDE">
        <w:t xml:space="preserve">The name for the keys will be: </w:t>
      </w:r>
      <w:r>
        <w:rPr>
          <w:b/>
        </w:rPr>
        <w:t>RTA.CCNA</w:t>
      </w:r>
      <w:r w:rsidRPr="005D7566">
        <w:rPr>
          <w:b/>
        </w:rPr>
        <w:t>.com</w:t>
      </w:r>
    </w:p>
    <w:p w:rsidR="007C0B83" w:rsidRPr="00326CDE" w:rsidRDefault="007C0B83" w:rsidP="007C0B83">
      <w:pPr>
        <w:pStyle w:val="CMDOutput"/>
      </w:pPr>
      <w:r w:rsidRPr="00326CDE">
        <w:t>Choose the size of the key modulus in the range of 360 to 2048 for your</w:t>
      </w:r>
    </w:p>
    <w:p w:rsidR="007C0B83" w:rsidRPr="00326CDE" w:rsidRDefault="007C0B83" w:rsidP="007C0B83">
      <w:pPr>
        <w:pStyle w:val="CMDOutput"/>
      </w:pPr>
      <w:r w:rsidRPr="00326CDE">
        <w:t xml:space="preserve">  General Purpose Keys. Choosing a key modulus greater than 512 may take</w:t>
      </w:r>
    </w:p>
    <w:p w:rsidR="007C0B83" w:rsidRPr="00326CDE" w:rsidRDefault="007C0B83" w:rsidP="007C0B83">
      <w:pPr>
        <w:pStyle w:val="CMDOutput"/>
      </w:pPr>
      <w:r w:rsidRPr="00326CDE">
        <w:lastRenderedPageBreak/>
        <w:t xml:space="preserve">  a few minutes.</w:t>
      </w:r>
    </w:p>
    <w:p w:rsidR="007C0B83" w:rsidRPr="003448FF" w:rsidRDefault="007C0B83" w:rsidP="007C0B83">
      <w:pPr>
        <w:pStyle w:val="CMDOutput"/>
      </w:pPr>
    </w:p>
    <w:p w:rsidR="007C0B83" w:rsidRPr="00325002" w:rsidRDefault="007C0B83" w:rsidP="007C0B83">
      <w:pPr>
        <w:pStyle w:val="CMDOutput"/>
      </w:pPr>
      <w:r w:rsidRPr="00326CDE">
        <w:t xml:space="preserve">How many bits in the modulus [512]: </w:t>
      </w:r>
      <w:r w:rsidRPr="00326CDE">
        <w:rPr>
          <w:b/>
        </w:rPr>
        <w:t>1024</w:t>
      </w:r>
    </w:p>
    <w:p w:rsidR="007C0B83" w:rsidRDefault="007C0B83" w:rsidP="00DF7D51">
      <w:pPr>
        <w:pStyle w:val="SubStepAlpha"/>
      </w:pPr>
      <w:r w:rsidRPr="005D7566">
        <w:t>Block anyone for three minutes who fails to log in after four attempts within a two-minute period.</w:t>
      </w:r>
    </w:p>
    <w:p w:rsidR="007C0B83" w:rsidRDefault="007C0B83" w:rsidP="007C0B83">
      <w:pPr>
        <w:pStyle w:val="CMD"/>
      </w:pPr>
      <w:proofErr w:type="gramStart"/>
      <w:r>
        <w:t>RTA</w:t>
      </w:r>
      <w:r w:rsidRPr="00765745">
        <w:t>(</w:t>
      </w:r>
      <w:proofErr w:type="gramEnd"/>
      <w:r w:rsidRPr="00765745">
        <w:t xml:space="preserve">config)# </w:t>
      </w:r>
      <w:r w:rsidRPr="00765745">
        <w:rPr>
          <w:b/>
        </w:rPr>
        <w:t>login block-for 180 attempts 4 within 120</w:t>
      </w:r>
    </w:p>
    <w:p w:rsidR="007C0B83" w:rsidRDefault="007C0B83" w:rsidP="00DF7D51">
      <w:pPr>
        <w:pStyle w:val="SubStepAlpha"/>
      </w:pPr>
      <w:r w:rsidRPr="005D7566">
        <w:t xml:space="preserve">Configure </w:t>
      </w:r>
      <w:r>
        <w:t>all</w:t>
      </w:r>
      <w:r w:rsidRPr="005D7566">
        <w:t xml:space="preserve"> VTY lines for SSH access and use the local user profiles for authentication.</w:t>
      </w:r>
    </w:p>
    <w:p w:rsidR="007C0B83" w:rsidRDefault="007C0B83" w:rsidP="007C0B83">
      <w:pPr>
        <w:pStyle w:val="CMD"/>
      </w:pPr>
      <w:proofErr w:type="gramStart"/>
      <w:r>
        <w:t>RTA(</w:t>
      </w:r>
      <w:proofErr w:type="gramEnd"/>
      <w:r>
        <w:t xml:space="preserve">config)# </w:t>
      </w:r>
      <w:r w:rsidRPr="005D7566">
        <w:rPr>
          <w:b/>
        </w:rPr>
        <w:t xml:space="preserve">line </w:t>
      </w:r>
      <w:proofErr w:type="spellStart"/>
      <w:r w:rsidRPr="005D7566">
        <w:rPr>
          <w:b/>
        </w:rPr>
        <w:t>vty</w:t>
      </w:r>
      <w:proofErr w:type="spellEnd"/>
      <w:r w:rsidRPr="005D7566">
        <w:rPr>
          <w:b/>
        </w:rPr>
        <w:t xml:space="preserve"> 0 4</w:t>
      </w:r>
    </w:p>
    <w:p w:rsidR="007C0B83" w:rsidRDefault="007C0B83" w:rsidP="007C0B83">
      <w:pPr>
        <w:pStyle w:val="CMD"/>
      </w:pPr>
      <w:proofErr w:type="gramStart"/>
      <w:r>
        <w:t>RTA(</w:t>
      </w:r>
      <w:proofErr w:type="gramEnd"/>
      <w:r>
        <w:t xml:space="preserve">config-line)# </w:t>
      </w:r>
      <w:r w:rsidRPr="005D7566">
        <w:rPr>
          <w:b/>
        </w:rPr>
        <w:t xml:space="preserve">transport input </w:t>
      </w:r>
      <w:proofErr w:type="spellStart"/>
      <w:r w:rsidRPr="005D7566">
        <w:rPr>
          <w:b/>
        </w:rPr>
        <w:t>ssh</w:t>
      </w:r>
      <w:proofErr w:type="spellEnd"/>
    </w:p>
    <w:p w:rsidR="007C0B83" w:rsidRDefault="007C0B83" w:rsidP="007C0B83">
      <w:pPr>
        <w:pStyle w:val="CMD"/>
      </w:pPr>
      <w:proofErr w:type="gramStart"/>
      <w:r>
        <w:t>RTA(</w:t>
      </w:r>
      <w:proofErr w:type="gramEnd"/>
      <w:r>
        <w:t xml:space="preserve">config-line)# </w:t>
      </w:r>
      <w:r w:rsidRPr="005D7566">
        <w:rPr>
          <w:b/>
        </w:rPr>
        <w:t>login local</w:t>
      </w:r>
    </w:p>
    <w:p w:rsidR="007C0B83" w:rsidRDefault="007C0B83" w:rsidP="00DF7D51">
      <w:pPr>
        <w:pStyle w:val="SubStepAlpha"/>
      </w:pPr>
      <w:r>
        <w:t>Set the EXEC mode timeout to 6 minutes on the VTY lines.</w:t>
      </w:r>
    </w:p>
    <w:p w:rsidR="007C0B83" w:rsidRDefault="007C0B83" w:rsidP="007C0B83">
      <w:pPr>
        <w:pStyle w:val="CMD"/>
      </w:pPr>
      <w:proofErr w:type="gramStart"/>
      <w:r>
        <w:t>RTA</w:t>
      </w:r>
      <w:r w:rsidRPr="00765745">
        <w:t>(</w:t>
      </w:r>
      <w:proofErr w:type="gramEnd"/>
      <w:r w:rsidRPr="00765745">
        <w:t xml:space="preserve">config-line)# </w:t>
      </w:r>
      <w:r>
        <w:rPr>
          <w:b/>
        </w:rPr>
        <w:t>exec-timeout 6</w:t>
      </w:r>
    </w:p>
    <w:p w:rsidR="007C0B83" w:rsidRDefault="007C0B83" w:rsidP="00DF7D51">
      <w:pPr>
        <w:pStyle w:val="SubStepAlpha"/>
      </w:pPr>
      <w:r>
        <w:t>Save the configuration to NVRAM.</w:t>
      </w:r>
    </w:p>
    <w:p w:rsidR="00A60F6E" w:rsidRDefault="00A60F6E" w:rsidP="00A60F6E">
      <w:pPr>
        <w:pStyle w:val="ConfigWindow"/>
      </w:pPr>
      <w:r>
        <w:t>Close configuration window</w:t>
      </w:r>
    </w:p>
    <w:p w:rsidR="007C0B83" w:rsidRDefault="007C0B83" w:rsidP="00DF7D51">
      <w:pPr>
        <w:pStyle w:val="SubStepAlpha"/>
        <w:spacing w:before="0"/>
      </w:pPr>
      <w:r>
        <w:t xml:space="preserve">Access the command prompt on the desktop of </w:t>
      </w:r>
      <w:r w:rsidRPr="00B56067">
        <w:rPr>
          <w:b/>
        </w:rPr>
        <w:t>PCA</w:t>
      </w:r>
      <w:r>
        <w:t xml:space="preserve"> to establish an SSH connection to </w:t>
      </w:r>
      <w:r>
        <w:rPr>
          <w:b/>
        </w:rPr>
        <w:t>RTA</w:t>
      </w:r>
      <w:r>
        <w:t>.</w:t>
      </w:r>
    </w:p>
    <w:p w:rsidR="00A60F6E" w:rsidRDefault="00A60F6E" w:rsidP="00A60F6E">
      <w:pPr>
        <w:pStyle w:val="ConfigWindow"/>
      </w:pPr>
      <w:r>
        <w:t>Open a command prompt</w:t>
      </w:r>
    </w:p>
    <w:p w:rsidR="007C0B83" w:rsidRDefault="007C0B83" w:rsidP="00A60F6E">
      <w:pPr>
        <w:pStyle w:val="CMDOutput"/>
        <w:spacing w:before="0"/>
        <w:rPr>
          <w:sz w:val="24"/>
          <w:szCs w:val="24"/>
        </w:rPr>
      </w:pPr>
      <w:r>
        <w:t xml:space="preserve">C:\&gt; </w:t>
      </w:r>
      <w:proofErr w:type="spellStart"/>
      <w:r w:rsidRPr="005D7566">
        <w:rPr>
          <w:b/>
        </w:rPr>
        <w:t>ssh</w:t>
      </w:r>
      <w:proofErr w:type="spellEnd"/>
      <w:r w:rsidRPr="005D7566">
        <w:rPr>
          <w:b/>
        </w:rPr>
        <w:t xml:space="preserve"> /?</w:t>
      </w:r>
    </w:p>
    <w:p w:rsidR="007C0B83" w:rsidRDefault="007C0B83" w:rsidP="007C0B83">
      <w:pPr>
        <w:pStyle w:val="CMDOutput"/>
      </w:pPr>
      <w:r>
        <w:t>Packet Tracer PC SSH</w:t>
      </w:r>
    </w:p>
    <w:p w:rsidR="007C0B83" w:rsidRDefault="007C0B83" w:rsidP="007C0B83">
      <w:pPr>
        <w:pStyle w:val="CMDOutput"/>
      </w:pPr>
      <w:r>
        <w:t xml:space="preserve">Usage: </w:t>
      </w:r>
      <w:r w:rsidRPr="004C221E">
        <w:rPr>
          <w:b/>
        </w:rPr>
        <w:t>SSH -l username target</w:t>
      </w:r>
    </w:p>
    <w:p w:rsidR="007C0B83" w:rsidRDefault="007C0B83" w:rsidP="007C0B83">
      <w:pPr>
        <w:pStyle w:val="CMDOutput"/>
      </w:pPr>
      <w:r>
        <w:t>C:\&gt;</w:t>
      </w:r>
    </w:p>
    <w:p w:rsidR="00A60F6E" w:rsidRDefault="00A60F6E" w:rsidP="00A60F6E">
      <w:pPr>
        <w:pStyle w:val="ConfigWindow"/>
      </w:pPr>
      <w:r>
        <w:t>Close a command prompt</w:t>
      </w:r>
    </w:p>
    <w:p w:rsidR="007C0B83" w:rsidRDefault="007C0B83" w:rsidP="00A60F6E">
      <w:pPr>
        <w:pStyle w:val="Heading2"/>
      </w:pPr>
      <w:r>
        <w:t>Configure Basic Security on the Switch</w:t>
      </w:r>
    </w:p>
    <w:p w:rsidR="007C0B83" w:rsidRPr="00023194" w:rsidRDefault="007C0B83" w:rsidP="007C0B83">
      <w:pPr>
        <w:pStyle w:val="BodyTextL25"/>
      </w:pPr>
      <w:r>
        <w:t xml:space="preserve">Configure switch </w:t>
      </w:r>
      <w:r>
        <w:rPr>
          <w:b/>
        </w:rPr>
        <w:t xml:space="preserve">SW1 </w:t>
      </w:r>
      <w:r>
        <w:t>with corresponding security measures. Refer to the configuration steps on the router if you need additional assistance.</w:t>
      </w:r>
    </w:p>
    <w:p w:rsidR="007C0B83" w:rsidRDefault="007C0B83" w:rsidP="00DF7D51">
      <w:pPr>
        <w:pStyle w:val="SubStepAlpha"/>
      </w:pPr>
      <w:r>
        <w:t xml:space="preserve">Click on </w:t>
      </w:r>
      <w:r w:rsidRPr="00E22261">
        <w:rPr>
          <w:b/>
        </w:rPr>
        <w:t>SW1</w:t>
      </w:r>
      <w:r>
        <w:t xml:space="preserve"> and select the </w:t>
      </w:r>
      <w:r w:rsidRPr="00E22261">
        <w:rPr>
          <w:b/>
        </w:rPr>
        <w:t>CLI</w:t>
      </w:r>
      <w:r>
        <w:t xml:space="preserve"> tab.</w:t>
      </w:r>
    </w:p>
    <w:p w:rsidR="00A60F6E" w:rsidRDefault="00A60F6E" w:rsidP="00A60F6E">
      <w:pPr>
        <w:pStyle w:val="ConfigWindow"/>
      </w:pPr>
      <w:r>
        <w:t>Open a configuration window</w:t>
      </w:r>
    </w:p>
    <w:p w:rsidR="007C0B83" w:rsidRDefault="007C0B83" w:rsidP="005A394D">
      <w:pPr>
        <w:pStyle w:val="SubStepAlpha"/>
        <w:spacing w:before="0"/>
      </w:pPr>
      <w:r>
        <w:t xml:space="preserve">Configure the hostname as </w:t>
      </w:r>
      <w:r w:rsidRPr="00E22261">
        <w:rPr>
          <w:b/>
        </w:rPr>
        <w:t>SW1</w:t>
      </w:r>
      <w:r>
        <w:t>.</w:t>
      </w:r>
    </w:p>
    <w:p w:rsidR="007C0B83" w:rsidRDefault="007C0B83" w:rsidP="00DF7D51">
      <w:pPr>
        <w:pStyle w:val="SubStepAlpha"/>
      </w:pPr>
      <w:r w:rsidRPr="002724FB">
        <w:t xml:space="preserve">Configure IP addressing on </w:t>
      </w:r>
      <w:r>
        <w:t xml:space="preserve">SW1 </w:t>
      </w:r>
      <w:r w:rsidRPr="00E22261">
        <w:rPr>
          <w:b/>
        </w:rPr>
        <w:t>VLAN1</w:t>
      </w:r>
      <w:r w:rsidRPr="002724FB">
        <w:t xml:space="preserve"> and enable the interface</w:t>
      </w:r>
      <w:r>
        <w:t>.</w:t>
      </w:r>
    </w:p>
    <w:p w:rsidR="007C0B83" w:rsidRDefault="007C0B83" w:rsidP="00DF7D51">
      <w:pPr>
        <w:pStyle w:val="SubStepAlpha"/>
      </w:pPr>
      <w:r>
        <w:t>Configure the default gateway address.</w:t>
      </w:r>
    </w:p>
    <w:p w:rsidR="007C0B83" w:rsidRDefault="007C0B83" w:rsidP="00DF7D51">
      <w:pPr>
        <w:pStyle w:val="SubStepAlpha"/>
      </w:pPr>
      <w:r>
        <w:t>Disable all unused switch ports.</w:t>
      </w:r>
    </w:p>
    <w:p w:rsidR="007C0B83" w:rsidRDefault="007C0B83" w:rsidP="007C0B83">
      <w:pPr>
        <w:pStyle w:val="BodyTextL50"/>
      </w:pPr>
      <w:r>
        <w:rPr>
          <w:b/>
        </w:rPr>
        <w:t>Note</w:t>
      </w:r>
      <w:r>
        <w:t>: On a switch it is a good security practice to disable unused ports. One method of doing this is to simply shut down each port with the ‘</w:t>
      </w:r>
      <w:r>
        <w:rPr>
          <w:b/>
        </w:rPr>
        <w:t>shutdown</w:t>
      </w:r>
      <w:r>
        <w:t xml:space="preserve">’ command. This would require accessing each port individually. There is a shortcut method for making modifications to several ports at once by using the </w:t>
      </w:r>
      <w:r>
        <w:rPr>
          <w:b/>
        </w:rPr>
        <w:t>interface range</w:t>
      </w:r>
      <w:r>
        <w:t xml:space="preserve"> command. On </w:t>
      </w:r>
      <w:r>
        <w:rPr>
          <w:b/>
        </w:rPr>
        <w:t xml:space="preserve">SW1 </w:t>
      </w:r>
      <w:r>
        <w:t>all ports except FastEthernet0/1 and GigabitEthernet0/1 can be shutdown with the following command:</w:t>
      </w:r>
    </w:p>
    <w:p w:rsidR="007C0B83" w:rsidRDefault="007C0B83" w:rsidP="007C0B83">
      <w:pPr>
        <w:pStyle w:val="CMD"/>
        <w:rPr>
          <w:b/>
        </w:rPr>
      </w:pPr>
      <w:r>
        <w:t xml:space="preserve">SW1(config)# </w:t>
      </w:r>
      <w:r w:rsidRPr="00174E8D">
        <w:rPr>
          <w:b/>
        </w:rPr>
        <w:t>interface range F0/2-24, G0/2</w:t>
      </w:r>
    </w:p>
    <w:p w:rsidR="007C0B83" w:rsidRDefault="007C0B83" w:rsidP="007C0B83">
      <w:pPr>
        <w:pStyle w:val="CMD"/>
        <w:rPr>
          <w:b/>
        </w:rPr>
      </w:pPr>
      <w:r>
        <w:t>SW1(config-if-</w:t>
      </w:r>
      <w:proofErr w:type="gramStart"/>
      <w:r>
        <w:t>range)#</w:t>
      </w:r>
      <w:proofErr w:type="gramEnd"/>
      <w:r>
        <w:t xml:space="preserve"> </w:t>
      </w:r>
      <w:r>
        <w:rPr>
          <w:b/>
        </w:rPr>
        <w:t>shutdown</w:t>
      </w:r>
    </w:p>
    <w:p w:rsidR="007C0B83" w:rsidRDefault="007C0B83" w:rsidP="007C0B83">
      <w:pPr>
        <w:pStyle w:val="CMDOutput"/>
      </w:pPr>
      <w:r>
        <w:t>%LINK-5-CHANGED: Interface FastEthernet0/2, changed state to administratively down</w:t>
      </w:r>
    </w:p>
    <w:p w:rsidR="007C0B83" w:rsidRDefault="007C0B83" w:rsidP="007C0B83">
      <w:pPr>
        <w:pStyle w:val="CMDOutput"/>
      </w:pPr>
    </w:p>
    <w:p w:rsidR="007C0B83" w:rsidRDefault="007C0B83" w:rsidP="007C0B83">
      <w:pPr>
        <w:pStyle w:val="CMDOutput"/>
      </w:pPr>
      <w:r>
        <w:t>%LINK-5-CHANGED: Interface FastEthernet0/3, changed state to administratively down</w:t>
      </w:r>
    </w:p>
    <w:p w:rsidR="007C0B83" w:rsidRDefault="007C0B83" w:rsidP="007C0B83">
      <w:pPr>
        <w:pStyle w:val="CMDOutput"/>
      </w:pPr>
      <w:r>
        <w:t>&lt;Output omitted&gt;</w:t>
      </w:r>
    </w:p>
    <w:p w:rsidR="007C0B83" w:rsidRDefault="007C0B83" w:rsidP="007C0B83">
      <w:pPr>
        <w:pStyle w:val="CMDOutput"/>
      </w:pPr>
      <w:r>
        <w:t>%LINK-5-CHANGED: Interface FastEthernet0/24, changed state to administratively down</w:t>
      </w:r>
    </w:p>
    <w:p w:rsidR="007C0B83" w:rsidRDefault="007C0B83" w:rsidP="007C0B83">
      <w:pPr>
        <w:pStyle w:val="CMDOutput"/>
      </w:pPr>
    </w:p>
    <w:p w:rsidR="007C0B83" w:rsidRDefault="007C0B83" w:rsidP="007C0B83">
      <w:pPr>
        <w:pStyle w:val="CMDOutput"/>
      </w:pPr>
      <w:r>
        <w:t>%LINK-5-CHANGED: Interface GigabitEthernet0/2, changed state to administratively down</w:t>
      </w:r>
    </w:p>
    <w:p w:rsidR="007C0B83" w:rsidRPr="00174E8D" w:rsidRDefault="007C0B83" w:rsidP="007C0B83">
      <w:pPr>
        <w:pStyle w:val="BodyTextL50"/>
      </w:pPr>
      <w:r>
        <w:t xml:space="preserve">The command used the port range of 2-24 for the </w:t>
      </w:r>
      <w:proofErr w:type="spellStart"/>
      <w:r>
        <w:t>FastEthernet</w:t>
      </w:r>
      <w:proofErr w:type="spellEnd"/>
      <w:r>
        <w:t xml:space="preserve"> ports and then a single port range of GigabitEthernet0/2.</w:t>
      </w:r>
    </w:p>
    <w:p w:rsidR="007C0B83" w:rsidRPr="00325002" w:rsidRDefault="007C0B83" w:rsidP="00DF7D51">
      <w:pPr>
        <w:pStyle w:val="SubStepAlpha"/>
      </w:pPr>
      <w:r w:rsidRPr="002724FB">
        <w:t>Encrypt all plaintext passwords</w:t>
      </w:r>
      <w:r>
        <w:t>.</w:t>
      </w:r>
    </w:p>
    <w:p w:rsidR="007C0B83" w:rsidRDefault="007C0B83" w:rsidP="00DF7D51">
      <w:pPr>
        <w:pStyle w:val="SubStepAlpha"/>
      </w:pPr>
      <w:r w:rsidRPr="002724FB">
        <w:lastRenderedPageBreak/>
        <w:t>Set a strong secret password of your choosing.</w:t>
      </w:r>
    </w:p>
    <w:p w:rsidR="007C0B83" w:rsidRDefault="007C0B83" w:rsidP="00DF7D51">
      <w:pPr>
        <w:pStyle w:val="SubStepAlpha"/>
      </w:pPr>
      <w:r w:rsidRPr="002724FB">
        <w:t>Disable DNS lookup.</w:t>
      </w:r>
    </w:p>
    <w:p w:rsidR="007C0B83" w:rsidRDefault="007C0B83" w:rsidP="00DF7D51">
      <w:pPr>
        <w:pStyle w:val="SubStepAlpha"/>
      </w:pPr>
      <w:r>
        <w:t xml:space="preserve">Set the domain name to </w:t>
      </w:r>
      <w:r>
        <w:rPr>
          <w:b/>
        </w:rPr>
        <w:t>CCNA.com</w:t>
      </w:r>
      <w:r>
        <w:t xml:space="preserve"> (case-sensitive for scoring in PT).</w:t>
      </w:r>
    </w:p>
    <w:p w:rsidR="007C0B83" w:rsidRDefault="007C0B83" w:rsidP="00DF7D51">
      <w:pPr>
        <w:pStyle w:val="SubStepAlpha"/>
      </w:pPr>
      <w:r>
        <w:t>Create a user of your choosing with a strong encrypted password.</w:t>
      </w:r>
    </w:p>
    <w:p w:rsidR="007C0B83" w:rsidRDefault="007C0B83" w:rsidP="00DF7D51">
      <w:pPr>
        <w:pStyle w:val="SubStepAlpha"/>
      </w:pPr>
      <w:r>
        <w:t>Generate 1024-bit RSA keys.</w:t>
      </w:r>
    </w:p>
    <w:p w:rsidR="007C0B83" w:rsidRDefault="007C0B83" w:rsidP="00DF7D51">
      <w:pPr>
        <w:pStyle w:val="SubStepAlpha"/>
      </w:pPr>
      <w:r w:rsidRPr="005D7566">
        <w:t xml:space="preserve">Configure </w:t>
      </w:r>
      <w:r>
        <w:t>all</w:t>
      </w:r>
      <w:r w:rsidRPr="005D7566">
        <w:t xml:space="preserve"> VTY lines for SSH access and use the local user profiles for authentication.</w:t>
      </w:r>
    </w:p>
    <w:p w:rsidR="007C0B83" w:rsidRDefault="007C0B83" w:rsidP="00DF7D51">
      <w:pPr>
        <w:pStyle w:val="SubStepAlpha"/>
      </w:pPr>
      <w:r>
        <w:t>Set the EXEC mode timeout to 6 minutes on all VTY lines.</w:t>
      </w:r>
    </w:p>
    <w:p w:rsidR="007C0B83" w:rsidRDefault="007C0B83" w:rsidP="00DF7D51">
      <w:pPr>
        <w:pStyle w:val="SubStepAlpha"/>
        <w:spacing w:after="0"/>
      </w:pPr>
      <w:r>
        <w:t>Save the configuration to NVRAM.</w:t>
      </w:r>
    </w:p>
    <w:p w:rsidR="00A60F6E" w:rsidRDefault="00A60F6E" w:rsidP="00A60F6E">
      <w:pPr>
        <w:pStyle w:val="ConfigWindow"/>
      </w:pPr>
      <w:r>
        <w:t>Close a configuration window</w:t>
      </w:r>
    </w:p>
    <w:p w:rsidR="007C0B83" w:rsidRPr="005E4434" w:rsidRDefault="00702B73" w:rsidP="005E4434">
      <w:pPr>
        <w:pStyle w:val="ConfigWindow"/>
      </w:pPr>
      <w:r>
        <w:t>End of document</w:t>
      </w:r>
    </w:p>
    <w:sectPr w:rsidR="007C0B83" w:rsidRPr="005E4434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AAF" w:rsidRDefault="00094AAF" w:rsidP="00710659">
      <w:pPr>
        <w:spacing w:after="0" w:line="240" w:lineRule="auto"/>
      </w:pPr>
      <w:r>
        <w:separator/>
      </w:r>
    </w:p>
    <w:p w:rsidR="00094AAF" w:rsidRDefault="00094AAF"/>
  </w:endnote>
  <w:endnote w:type="continuationSeparator" w:id="0">
    <w:p w:rsidR="00094AAF" w:rsidRDefault="00094AAF" w:rsidP="00710659">
      <w:pPr>
        <w:spacing w:after="0" w:line="240" w:lineRule="auto"/>
      </w:pPr>
      <w:r>
        <w:continuationSeparator/>
      </w:r>
    </w:p>
    <w:p w:rsidR="00094AAF" w:rsidRDefault="00094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96063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E7F2E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C43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C43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96063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3E7F2E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C431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C43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AAF" w:rsidRDefault="00094AAF" w:rsidP="00710659">
      <w:pPr>
        <w:spacing w:after="0" w:line="240" w:lineRule="auto"/>
      </w:pPr>
      <w:r>
        <w:separator/>
      </w:r>
    </w:p>
    <w:p w:rsidR="00094AAF" w:rsidRDefault="00094AAF"/>
  </w:footnote>
  <w:footnote w:type="continuationSeparator" w:id="0">
    <w:p w:rsidR="00094AAF" w:rsidRDefault="00094AAF" w:rsidP="00710659">
      <w:pPr>
        <w:spacing w:after="0" w:line="240" w:lineRule="auto"/>
      </w:pPr>
      <w:r>
        <w:continuationSeparator/>
      </w:r>
    </w:p>
    <w:p w:rsidR="00094AAF" w:rsidRDefault="00094A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545F5F84A014442A9C59F57A66ECC5F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702B73" w:rsidP="008402F2">
        <w:pPr>
          <w:pStyle w:val="PageHead"/>
        </w:pPr>
        <w:r>
          <w:t>Packet Tracer - Configure Secure Passwords and SSH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3064"/>
    <w:multiLevelType w:val="multilevel"/>
    <w:tmpl w:val="F78C59D4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B32F15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  <w:b w:val="0"/>
        </w:rPr>
      </w:lvl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1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0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4AAF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DF5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210E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14C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7F2E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2381"/>
    <w:rsid w:val="005A394D"/>
    <w:rsid w:val="005A6E62"/>
    <w:rsid w:val="005B2FB3"/>
    <w:rsid w:val="005C431C"/>
    <w:rsid w:val="005C6DE5"/>
    <w:rsid w:val="005D2B29"/>
    <w:rsid w:val="005D354A"/>
    <w:rsid w:val="005D3E53"/>
    <w:rsid w:val="005D506C"/>
    <w:rsid w:val="005E3235"/>
    <w:rsid w:val="005E4176"/>
    <w:rsid w:val="005E4434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2B7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B83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606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00A"/>
    <w:rsid w:val="00A33890"/>
    <w:rsid w:val="00A34E7F"/>
    <w:rsid w:val="00A460D8"/>
    <w:rsid w:val="00A46F0A"/>
    <w:rsid w:val="00A46F25"/>
    <w:rsid w:val="00A47CC2"/>
    <w:rsid w:val="00A502BA"/>
    <w:rsid w:val="00A60146"/>
    <w:rsid w:val="00A601A9"/>
    <w:rsid w:val="00A60F6E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7D51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395DF"/>
  <w15:docId w15:val="{2941C02E-3B66-485B-90F7-E9E607D9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3300A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3300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3300A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3300A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A60F6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5C431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3300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3300A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3300A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5F5F84A014442A9C59F57A66ECC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E932D-4C6B-4196-8F1A-15B757AB4C3B}"/>
      </w:docPartPr>
      <w:docPartBody>
        <w:p w:rsidR="00B50B03" w:rsidRDefault="001B38D5">
          <w:pPr>
            <w:pStyle w:val="545F5F84A014442A9C59F57A66ECC5FB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8D5"/>
    <w:rsid w:val="001B38D5"/>
    <w:rsid w:val="003577F5"/>
    <w:rsid w:val="00552AA7"/>
    <w:rsid w:val="008E2C82"/>
    <w:rsid w:val="00B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45F5F84A014442A9C59F57A66ECC5FB">
    <w:name w:val="545F5F84A014442A9C59F57A66ECC5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EDB69-D865-4145-AE1F-23DE021E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Secure Passwords and SSH</vt:lpstr>
    </vt:vector>
  </TitlesOfParts>
  <Company>Cisco Systems, Inc.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Secure Passwords and SSH</dc:title>
  <dc:creator>SP</dc:creator>
  <dc:description>2015</dc:description>
  <cp:lastModifiedBy>DH</cp:lastModifiedBy>
  <cp:revision>2</cp:revision>
  <dcterms:created xsi:type="dcterms:W3CDTF">2019-11-27T23:38:00Z</dcterms:created>
  <dcterms:modified xsi:type="dcterms:W3CDTF">2019-11-27T23:38:00Z</dcterms:modified>
</cp:coreProperties>
</file>